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93E" w:rsidRDefault="00E03532" w:rsidP="001F7C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ALLEGATO 2</w:t>
      </w:r>
      <w:bookmarkStart w:id="0" w:name="_GoBack"/>
      <w:bookmarkEnd w:id="0"/>
    </w:p>
    <w:p w:rsidR="001F7CB7" w:rsidRDefault="001F7CB7" w:rsidP="001F7C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Ciascuno dei seguenti rettangoli va stampato su cartoncino A3</w:t>
      </w:r>
    </w:p>
    <w:p w:rsidR="001F7CB7" w:rsidRPr="001F7CB7" w:rsidRDefault="001F7CB7" w:rsidP="001F7CB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7CB7">
        <w:rPr>
          <w:rFonts w:ascii="Times New Roman" w:hAnsi="Times New Roman" w:cs="Times New Roman"/>
          <w:sz w:val="24"/>
          <w:szCs w:val="24"/>
        </w:rPr>
        <w:t>Rettangolo 1</w:t>
      </w:r>
    </w:p>
    <w:p w:rsidR="001F7CB7" w:rsidRDefault="001F7CB7" w:rsidP="001F7C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CH"/>
        </w:rPr>
        <w:drawing>
          <wp:inline distT="0" distB="0" distL="0" distR="0">
            <wp:extent cx="6116320" cy="3787140"/>
            <wp:effectExtent l="0" t="0" r="0" b="3810"/>
            <wp:docPr id="1" name="Immagine 1" descr="\\dfa.profile.supsi.ch\dfa_users\michele.canducci\Desktop\SCHEDA PAPERINO\Foto Paperino\Rettangol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a.profile.supsi.ch\dfa_users\michele.canducci\Desktop\SCHEDA PAPERINO\Foto Paperino\Rettangolo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B7" w:rsidRPr="001F7CB7" w:rsidRDefault="001F7CB7" w:rsidP="001F7CB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7CB7">
        <w:rPr>
          <w:rFonts w:ascii="Times New Roman" w:hAnsi="Times New Roman" w:cs="Times New Roman"/>
          <w:sz w:val="24"/>
          <w:szCs w:val="24"/>
        </w:rPr>
        <w:t>Rettangolo 2</w:t>
      </w:r>
    </w:p>
    <w:p w:rsidR="001F7CB7" w:rsidRDefault="001F7CB7" w:rsidP="001F7C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CH"/>
        </w:rPr>
        <w:drawing>
          <wp:inline distT="0" distB="0" distL="0" distR="0">
            <wp:extent cx="6116320" cy="3761105"/>
            <wp:effectExtent l="0" t="0" r="0" b="0"/>
            <wp:docPr id="2" name="Immagine 2" descr="\\dfa.profile.supsi.ch\dfa_users\michele.canducci\Desktop\SCHEDA PAPERINO\Foto Paperino\Rettangolo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fa.profile.supsi.ch\dfa_users\michele.canducci\Desktop\SCHEDA PAPERINO\Foto Paperino\Rettangolo 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B7" w:rsidRPr="001F7CB7" w:rsidRDefault="001F7CB7" w:rsidP="001F7CB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7CB7">
        <w:rPr>
          <w:rFonts w:ascii="Times New Roman" w:hAnsi="Times New Roman" w:cs="Times New Roman"/>
          <w:sz w:val="24"/>
          <w:szCs w:val="24"/>
        </w:rPr>
        <w:lastRenderedPageBreak/>
        <w:t>Rettangolo 3</w:t>
      </w:r>
    </w:p>
    <w:p w:rsidR="001F7CB7" w:rsidRPr="001F7CB7" w:rsidRDefault="001F7CB7" w:rsidP="001F7C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CH"/>
        </w:rPr>
        <w:drawing>
          <wp:inline distT="0" distB="0" distL="0" distR="0">
            <wp:extent cx="6116320" cy="3778250"/>
            <wp:effectExtent l="0" t="0" r="0" b="0"/>
            <wp:docPr id="4" name="Immagine 4" descr="\\dfa.profile.supsi.ch\dfa_users\michele.canducci\Desktop\SCHEDA PAPERINO\Foto Paperino\Rettangolo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fa.profile.supsi.ch\dfa_users\michele.canducci\Desktop\SCHEDA PAPERINO\Foto Paperino\Rettangolo 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CB7" w:rsidRPr="001F7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D1935"/>
    <w:multiLevelType w:val="hybridMultilevel"/>
    <w:tmpl w:val="A178093E"/>
    <w:lvl w:ilvl="0" w:tplc="082AB8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7F"/>
    <w:rsid w:val="001F7CB7"/>
    <w:rsid w:val="00E03532"/>
    <w:rsid w:val="00EE793E"/>
    <w:rsid w:val="00FE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E99BD"/>
  <w15:chartTrackingRefBased/>
  <w15:docId w15:val="{21189BD7-54F3-4881-B147-1759311C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7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FF4CECCA</Template>
  <TotalTime>0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3</cp:revision>
  <dcterms:created xsi:type="dcterms:W3CDTF">2018-06-19T09:41:00Z</dcterms:created>
  <dcterms:modified xsi:type="dcterms:W3CDTF">2018-06-21T11:11:00Z</dcterms:modified>
</cp:coreProperties>
</file>